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3761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3761E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Ε8</w:t>
            </w:r>
            <w:r w:rsidR="00C00B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3761EB" w:rsidRPr="003761EB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3761EB" w:rsidRPr="003761E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Ο2.Ε83 Ψηφιακή κάμερα Τύπου 01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3761EB" w:rsidRPr="00DF25B3" w:rsidTr="003761EB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3761EB" w:rsidRPr="00DF25B3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bookmarkStart w:id="0" w:name="_GoBack" w:colFirst="1" w:colLast="1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DF25B3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Mount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C-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Mount</w:t>
            </w:r>
            <w:proofErr w:type="spellEnd"/>
          </w:p>
        </w:tc>
        <w:tc>
          <w:tcPr>
            <w:tcW w:w="1116" w:type="dxa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bookmarkEnd w:id="0"/>
      <w:tr w:rsidR="003761EB" w:rsidRPr="00DF25B3" w:rsidTr="003761EB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3761EB" w:rsidRPr="00DF25B3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DF25B3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Pixel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Depth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bit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): 12</w:t>
            </w:r>
          </w:p>
        </w:tc>
        <w:tc>
          <w:tcPr>
            <w:tcW w:w="1116" w:type="dxa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3761EB" w:rsidRPr="00DF25B3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FE320D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Συνδεση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 υπολογιστή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3.1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Micro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B</w:t>
            </w:r>
          </w:p>
        </w:tc>
        <w:tc>
          <w:tcPr>
            <w:tcW w:w="1116" w:type="dxa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5019CC" w:rsidRDefault="003761EB" w:rsidP="003761E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Pixels (H x V):  1,936 x 1,216</w:t>
            </w:r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DF25B3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 σώματος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Housing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):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DF25B3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Τύπος κάμερας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Monochrome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Camera</w:t>
            </w:r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DF25B3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Τύπος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Shutter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: 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Global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5019CC" w:rsidRDefault="003761EB" w:rsidP="003761E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αισθητήρα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r:  Progressive Scan CMOS </w:t>
            </w:r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FE320D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Πλήρες εύρος χρόνου έκθεσης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Exposure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Time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):  25μ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- 10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5019CC" w:rsidRDefault="003761EB" w:rsidP="003761E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Machine Vision Standard:  USB3 Vision v1.0,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GenICam</w:t>
            </w:r>
            <w:proofErr w:type="spellEnd"/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4F1D7C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FE320D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Ρυθμός λήψης εικόνων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Frame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Rate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σε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fps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:  155.00 ή μεγαλύτερο</w:t>
            </w:r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3761EB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</w:tcPr>
          <w:p w:rsidR="003761EB" w:rsidRPr="003761EB" w:rsidRDefault="003761EB" w:rsidP="003761E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761EB" w:rsidRPr="00FE320D" w:rsidRDefault="003761EB" w:rsidP="003761E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Μέγεθος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Pixel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μ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):  5.86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5.86  ή μεγαλύτερο</w:t>
            </w:r>
          </w:p>
        </w:tc>
        <w:tc>
          <w:tcPr>
            <w:tcW w:w="1116" w:type="dxa"/>
          </w:tcPr>
          <w:p w:rsidR="003761EB" w:rsidRDefault="003761EB" w:rsidP="003761EB">
            <w:r w:rsidRPr="004B2311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3761EB" w:rsidRPr="00DF25B3" w:rsidRDefault="003761EB" w:rsidP="003761E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 w:rsidP="00C50913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3761EB"/>
    <w:rsid w:val="00406FB0"/>
    <w:rsid w:val="004F5BC3"/>
    <w:rsid w:val="006C7B6D"/>
    <w:rsid w:val="00775065"/>
    <w:rsid w:val="007F5988"/>
    <w:rsid w:val="00863E00"/>
    <w:rsid w:val="009E2836"/>
    <w:rsid w:val="00A40B4A"/>
    <w:rsid w:val="00A567E4"/>
    <w:rsid w:val="00C00B64"/>
    <w:rsid w:val="00C50913"/>
    <w:rsid w:val="00C86F58"/>
    <w:rsid w:val="00D271C8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B551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1</TotalTime>
  <Pages>1</Pages>
  <Words>107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2025-09-10T08:31:00Z</dcterms:created>
  <dcterms:modified xsi:type="dcterms:W3CDTF">2025-09-11T07:50:00Z</dcterms:modified>
</cp:coreProperties>
</file>